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="00D103FB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34381A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34381A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34381A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34381A" w:rsidRDefault="0034381A" w:rsidP="001D2666">
      <w:pPr>
        <w:rPr>
          <w:b/>
          <w:sz w:val="28"/>
          <w:szCs w:val="28"/>
          <w:lang w:val="ru-RU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967"/>
        <w:gridCol w:w="1560"/>
      </w:tblGrid>
      <w:tr w:rsidR="0034381A" w:rsidRPr="001D2666" w:rsidTr="00BB787C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967" w:type="dxa"/>
            <w:vAlign w:val="center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1D2666" w:rsidRDefault="0034381A" w:rsidP="00570580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4108A0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4108A0" w:rsidRPr="004108A0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4108A0" w:rsidRPr="00DA2A7C" w:rsidRDefault="00D103FB" w:rsidP="005705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Маслова Дар</w:t>
            </w:r>
            <w:r>
              <w:rPr>
                <w:sz w:val="26"/>
                <w:szCs w:val="26"/>
                <w:lang w:val="en-US"/>
              </w:rPr>
              <w:t>`</w:t>
            </w:r>
            <w:r>
              <w:rPr>
                <w:sz w:val="26"/>
                <w:szCs w:val="26"/>
              </w:rPr>
              <w:t>я Олексіївна</w:t>
            </w:r>
          </w:p>
        </w:tc>
        <w:tc>
          <w:tcPr>
            <w:tcW w:w="1967" w:type="dxa"/>
            <w:vAlign w:val="center"/>
          </w:tcPr>
          <w:p w:rsidR="004108A0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92.06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08A0" w:rsidRPr="00DA2A7C" w:rsidRDefault="00D103FB" w:rsidP="00570580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34381A" w:rsidRPr="001D2666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4381A"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D103FB" w:rsidP="00570580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Осіпова</w:t>
            </w:r>
            <w:proofErr w:type="spellEnd"/>
            <w:r w:rsidRPr="00DA2A7C">
              <w:rPr>
                <w:sz w:val="26"/>
                <w:szCs w:val="26"/>
              </w:rPr>
              <w:t xml:space="preserve"> Катерина Сергіївна</w:t>
            </w:r>
          </w:p>
        </w:tc>
        <w:tc>
          <w:tcPr>
            <w:tcW w:w="1967" w:type="dxa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570580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34381A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34381A" w:rsidRPr="0034381A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4381A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34381A" w:rsidRDefault="00D103FB" w:rsidP="00570580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Гребенюк Лілія Романівна</w:t>
            </w:r>
          </w:p>
        </w:tc>
        <w:tc>
          <w:tcPr>
            <w:tcW w:w="1967" w:type="dxa"/>
            <w:vAlign w:val="center"/>
          </w:tcPr>
          <w:p w:rsidR="0034381A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87.86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34381A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4381A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Default="00D103FB" w:rsidP="00570580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Ярова Катерина Вікторівна</w:t>
            </w:r>
          </w:p>
        </w:tc>
        <w:tc>
          <w:tcPr>
            <w:tcW w:w="1967" w:type="dxa"/>
            <w:vAlign w:val="center"/>
          </w:tcPr>
          <w:p w:rsidR="0034381A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85.74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4381A"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D103FB" w:rsidP="00570580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Горбенко</w:t>
            </w:r>
            <w:proofErr w:type="spellEnd"/>
            <w:r w:rsidRPr="00DA2A7C">
              <w:rPr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1967" w:type="dxa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83.29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4381A"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D103FB" w:rsidP="00570580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Новікова Дар`я Владиславівна</w:t>
            </w:r>
          </w:p>
        </w:tc>
        <w:tc>
          <w:tcPr>
            <w:tcW w:w="1967" w:type="dxa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72.64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BB787C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4381A"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D103FB" w:rsidP="00570580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Телушко</w:t>
            </w:r>
            <w:proofErr w:type="spellEnd"/>
            <w:r w:rsidRPr="00DA2A7C">
              <w:rPr>
                <w:sz w:val="26"/>
                <w:szCs w:val="26"/>
              </w:rPr>
              <w:t xml:space="preserve"> Вікторія Олександрівна</w:t>
            </w:r>
          </w:p>
        </w:tc>
        <w:tc>
          <w:tcPr>
            <w:tcW w:w="1967" w:type="dxa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69.56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4108A0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4381A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D103FB" w:rsidP="005705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Акопян Ілона Арменівна</w:t>
            </w:r>
          </w:p>
        </w:tc>
        <w:tc>
          <w:tcPr>
            <w:tcW w:w="1967" w:type="dxa"/>
            <w:vAlign w:val="center"/>
          </w:tcPr>
          <w:p w:rsidR="0034381A" w:rsidRPr="00DA2A7C" w:rsidRDefault="00D103FB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D103FB" w:rsidP="00570580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D103FB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D103FB" w:rsidRDefault="00D103FB" w:rsidP="00D10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D103FB" w:rsidRPr="00DA2A7C" w:rsidRDefault="00D103FB" w:rsidP="00D103FB">
            <w:pPr>
              <w:rPr>
                <w:sz w:val="26"/>
                <w:szCs w:val="26"/>
              </w:rPr>
            </w:pPr>
            <w:r w:rsidRPr="00D103FB">
              <w:rPr>
                <w:sz w:val="26"/>
                <w:szCs w:val="26"/>
              </w:rPr>
              <w:t>Лобанова Вікторія Станіславівна</w:t>
            </w:r>
          </w:p>
        </w:tc>
        <w:tc>
          <w:tcPr>
            <w:tcW w:w="1967" w:type="dxa"/>
            <w:vAlign w:val="center"/>
          </w:tcPr>
          <w:p w:rsidR="00D103FB" w:rsidRPr="00DA2A7C" w:rsidRDefault="00D103FB" w:rsidP="00D103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55.03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03FB" w:rsidRPr="00DA2A7C" w:rsidRDefault="00D103FB" w:rsidP="00D103FB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D103FB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D103FB" w:rsidRDefault="00D103FB" w:rsidP="00D10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D103FB" w:rsidRPr="00D103FB" w:rsidRDefault="00D103FB" w:rsidP="00D103FB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Зосименко Марія Олексіївна</w:t>
            </w:r>
          </w:p>
        </w:tc>
        <w:tc>
          <w:tcPr>
            <w:tcW w:w="1967" w:type="dxa"/>
            <w:vAlign w:val="center"/>
          </w:tcPr>
          <w:p w:rsidR="00D103FB" w:rsidRDefault="00D103FB" w:rsidP="00D103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54.39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03FB" w:rsidRPr="00DA2A7C" w:rsidRDefault="00D103FB" w:rsidP="00D103FB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</w:tbl>
    <w:p w:rsidR="0034381A" w:rsidRDefault="0034381A" w:rsidP="001D2666">
      <w:pPr>
        <w:rPr>
          <w:b/>
          <w:sz w:val="28"/>
          <w:szCs w:val="28"/>
          <w:lang w:val="ru-RU"/>
        </w:rPr>
      </w:pPr>
    </w:p>
    <w:p w:rsidR="0034381A" w:rsidRDefault="0034381A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103FB" w:rsidRDefault="00D103FB" w:rsidP="001D2666">
      <w:pPr>
        <w:rPr>
          <w:b/>
          <w:sz w:val="28"/>
          <w:szCs w:val="28"/>
          <w:lang w:val="ru-RU"/>
        </w:rPr>
      </w:pPr>
      <w:bookmarkStart w:id="0" w:name="_GoBack"/>
      <w:bookmarkEnd w:id="0"/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83D7F"/>
    <w:rsid w:val="00140675"/>
    <w:rsid w:val="001B7897"/>
    <w:rsid w:val="001D2666"/>
    <w:rsid w:val="00227D45"/>
    <w:rsid w:val="00321E81"/>
    <w:rsid w:val="0034381A"/>
    <w:rsid w:val="004108A0"/>
    <w:rsid w:val="00485FA8"/>
    <w:rsid w:val="00494EA4"/>
    <w:rsid w:val="00680E16"/>
    <w:rsid w:val="006967B1"/>
    <w:rsid w:val="0096467A"/>
    <w:rsid w:val="00A1557F"/>
    <w:rsid w:val="00A833EE"/>
    <w:rsid w:val="00BB787C"/>
    <w:rsid w:val="00C61E1D"/>
    <w:rsid w:val="00D103FB"/>
    <w:rsid w:val="00DA2A7C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0DE24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3F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81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2019-07-09T08:17:00Z</dcterms:created>
  <dcterms:modified xsi:type="dcterms:W3CDTF">2025-07-15T14:03:00Z</dcterms:modified>
</cp:coreProperties>
</file>