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>Реєстр</w:t>
      </w:r>
    </w:p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 xml:space="preserve">студентів </w:t>
      </w:r>
      <w:r w:rsidRPr="00140675">
        <w:rPr>
          <w:sz w:val="28"/>
          <w:szCs w:val="28"/>
          <w:lang w:val="ru-RU"/>
        </w:rPr>
        <w:t xml:space="preserve">факультету систем </w:t>
      </w:r>
      <w:r w:rsidRPr="00140675">
        <w:rPr>
          <w:sz w:val="28"/>
          <w:szCs w:val="28"/>
        </w:rPr>
        <w:t>і засобів масової комунікації з визначеним рейтингом успішності за підсумками семестрового контролю</w:t>
      </w:r>
    </w:p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 xml:space="preserve">в </w:t>
      </w:r>
      <w:r w:rsidR="00494EA4" w:rsidRPr="00140675">
        <w:rPr>
          <w:sz w:val="28"/>
          <w:szCs w:val="28"/>
        </w:rPr>
        <w:t>І</w:t>
      </w:r>
      <w:r w:rsidRPr="00140675">
        <w:rPr>
          <w:sz w:val="28"/>
          <w:szCs w:val="28"/>
        </w:rPr>
        <w:t xml:space="preserve"> семестрі  20</w:t>
      </w:r>
      <w:r w:rsidR="00227D45" w:rsidRPr="00140675">
        <w:rPr>
          <w:sz w:val="28"/>
          <w:szCs w:val="28"/>
          <w:lang w:val="ru-RU"/>
        </w:rPr>
        <w:t>2</w:t>
      </w:r>
      <w:r w:rsidR="00017937">
        <w:rPr>
          <w:sz w:val="28"/>
          <w:szCs w:val="28"/>
          <w:lang w:val="ru-RU"/>
        </w:rPr>
        <w:t>4</w:t>
      </w:r>
      <w:r w:rsidRPr="00140675">
        <w:rPr>
          <w:sz w:val="28"/>
          <w:szCs w:val="28"/>
        </w:rPr>
        <w:t>/20</w:t>
      </w:r>
      <w:r w:rsidR="00680E16" w:rsidRPr="00140675">
        <w:rPr>
          <w:sz w:val="28"/>
          <w:szCs w:val="28"/>
          <w:lang w:val="ru-RU"/>
        </w:rPr>
        <w:t>2</w:t>
      </w:r>
      <w:r w:rsidR="00017937">
        <w:rPr>
          <w:sz w:val="28"/>
          <w:szCs w:val="28"/>
          <w:lang w:val="ru-RU"/>
        </w:rPr>
        <w:t>5</w:t>
      </w:r>
      <w:r w:rsidRPr="00140675">
        <w:rPr>
          <w:sz w:val="28"/>
          <w:szCs w:val="28"/>
        </w:rPr>
        <w:t xml:space="preserve"> навчального року</w:t>
      </w:r>
    </w:p>
    <w:p w:rsidR="0096467A" w:rsidRPr="00140675" w:rsidRDefault="0096467A" w:rsidP="0096467A">
      <w:pPr>
        <w:rPr>
          <w:sz w:val="28"/>
          <w:szCs w:val="28"/>
          <w:lang w:val="ru-RU"/>
        </w:rPr>
      </w:pPr>
    </w:p>
    <w:p w:rsidR="0096467A" w:rsidRDefault="0096467A" w:rsidP="0096467A">
      <w:pPr>
        <w:rPr>
          <w:sz w:val="28"/>
          <w:szCs w:val="28"/>
        </w:rPr>
      </w:pPr>
    </w:p>
    <w:p w:rsidR="0096467A" w:rsidRDefault="0096467A" w:rsidP="0096467A">
      <w:pPr>
        <w:rPr>
          <w:b/>
          <w:sz w:val="28"/>
          <w:szCs w:val="28"/>
        </w:rPr>
      </w:pPr>
    </w:p>
    <w:p w:rsidR="0096467A" w:rsidRDefault="00017937" w:rsidP="00A833E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 w:rsidR="0096467A" w:rsidRPr="00E66409">
        <w:rPr>
          <w:b/>
          <w:sz w:val="28"/>
          <w:szCs w:val="28"/>
          <w:lang w:val="ru-RU"/>
        </w:rPr>
        <w:t xml:space="preserve"> курс</w:t>
      </w:r>
      <w:r w:rsidR="0096467A">
        <w:rPr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Спеціальність</w:t>
      </w:r>
      <w:r w:rsidR="0096467A" w:rsidRPr="00454185">
        <w:rPr>
          <w:b/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061 Журналістика</w:t>
      </w:r>
    </w:p>
    <w:p w:rsidR="001D2666" w:rsidRDefault="001D2666" w:rsidP="001D2666">
      <w:pPr>
        <w:rPr>
          <w:b/>
          <w:sz w:val="28"/>
          <w:szCs w:val="28"/>
          <w:lang w:val="ru-RU"/>
        </w:rPr>
      </w:pPr>
      <w:r w:rsidRPr="00E66409">
        <w:rPr>
          <w:b/>
          <w:sz w:val="28"/>
          <w:szCs w:val="28"/>
          <w:lang w:val="ru-RU"/>
        </w:rPr>
        <w:t xml:space="preserve">(ОП </w:t>
      </w:r>
      <w:proofErr w:type="spellStart"/>
      <w:r w:rsidRPr="00E66409">
        <w:rPr>
          <w:b/>
          <w:sz w:val="28"/>
          <w:szCs w:val="28"/>
          <w:lang w:val="ru-RU"/>
        </w:rPr>
        <w:t>Журналістика</w:t>
      </w:r>
      <w:proofErr w:type="spellEnd"/>
      <w:r>
        <w:rPr>
          <w:b/>
          <w:sz w:val="28"/>
          <w:szCs w:val="28"/>
          <w:lang w:val="ru-RU"/>
        </w:rPr>
        <w:t>,</w:t>
      </w:r>
      <w:r w:rsidRPr="003C4B1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Реклама i </w:t>
      </w:r>
      <w:proofErr w:type="spellStart"/>
      <w:r>
        <w:rPr>
          <w:b/>
          <w:sz w:val="28"/>
          <w:szCs w:val="28"/>
          <w:lang w:val="ru-RU"/>
        </w:rPr>
        <w:t>зв</w:t>
      </w:r>
      <w:proofErr w:type="spellEnd"/>
      <w:r w:rsidRPr="005A54F2">
        <w:rPr>
          <w:b/>
          <w:sz w:val="28"/>
          <w:szCs w:val="28"/>
          <w:lang w:val="ru-RU"/>
        </w:rPr>
        <w:t>`</w:t>
      </w:r>
      <w:proofErr w:type="spellStart"/>
      <w:r>
        <w:rPr>
          <w:b/>
          <w:sz w:val="28"/>
          <w:szCs w:val="28"/>
        </w:rPr>
        <w:t>язки</w:t>
      </w:r>
      <w:proofErr w:type="spellEnd"/>
      <w:r>
        <w:rPr>
          <w:b/>
          <w:sz w:val="28"/>
          <w:szCs w:val="28"/>
        </w:rPr>
        <w:t xml:space="preserve"> з громадськістю</w:t>
      </w:r>
      <w:r w:rsidRPr="00E66409">
        <w:rPr>
          <w:b/>
          <w:sz w:val="28"/>
          <w:szCs w:val="28"/>
          <w:lang w:val="ru-RU"/>
        </w:rPr>
        <w:t>)</w:t>
      </w: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345"/>
        <w:gridCol w:w="1542"/>
        <w:gridCol w:w="1701"/>
      </w:tblGrid>
      <w:tr w:rsidR="00DA2A7C" w:rsidRPr="001D2666" w:rsidTr="00EB4296">
        <w:trPr>
          <w:trHeight w:val="854"/>
        </w:trPr>
        <w:tc>
          <w:tcPr>
            <w:tcW w:w="600" w:type="dxa"/>
            <w:shd w:val="clear" w:color="auto" w:fill="auto"/>
            <w:vAlign w:val="center"/>
          </w:tcPr>
          <w:p w:rsidR="00DA2A7C" w:rsidRPr="001D2666" w:rsidRDefault="00DA2A7C" w:rsidP="00EB4296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№ з/п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DA2A7C" w:rsidRPr="001D2666" w:rsidRDefault="00DA2A7C" w:rsidP="00EB4296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 xml:space="preserve">Прізвище, ім’я по-батькові </w:t>
            </w:r>
          </w:p>
        </w:tc>
        <w:tc>
          <w:tcPr>
            <w:tcW w:w="1542" w:type="dxa"/>
            <w:vAlign w:val="center"/>
          </w:tcPr>
          <w:p w:rsidR="00DA2A7C" w:rsidRPr="001D2666" w:rsidRDefault="00DA2A7C" w:rsidP="00EB4296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2A7C" w:rsidRPr="001D2666" w:rsidRDefault="00DA2A7C" w:rsidP="00EB4296">
            <w:pPr>
              <w:ind w:left="-143" w:firstLine="143"/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Академічна група *</w:t>
            </w:r>
          </w:p>
        </w:tc>
      </w:tr>
      <w:tr w:rsidR="00A1557F" w:rsidRPr="001D2666" w:rsidTr="00EB4296">
        <w:trPr>
          <w:trHeight w:val="279"/>
        </w:trPr>
        <w:tc>
          <w:tcPr>
            <w:tcW w:w="600" w:type="dxa"/>
            <w:shd w:val="clear" w:color="auto" w:fill="auto"/>
          </w:tcPr>
          <w:p w:rsidR="00A1557F" w:rsidRPr="001D2666" w:rsidRDefault="00A1557F" w:rsidP="00A1557F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  <w:lang w:val="en-US"/>
              </w:rPr>
              <w:t>1</w:t>
            </w:r>
            <w:r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A1557F" w:rsidRPr="00DA2A7C" w:rsidRDefault="00017937" w:rsidP="00A1557F">
            <w:pPr>
              <w:rPr>
                <w:sz w:val="26"/>
                <w:szCs w:val="26"/>
              </w:rPr>
            </w:pPr>
            <w:proofErr w:type="spellStart"/>
            <w:r w:rsidRPr="00017937">
              <w:rPr>
                <w:sz w:val="26"/>
                <w:szCs w:val="26"/>
              </w:rPr>
              <w:t>Ланевська</w:t>
            </w:r>
            <w:proofErr w:type="spellEnd"/>
            <w:r w:rsidRPr="00017937">
              <w:rPr>
                <w:sz w:val="26"/>
                <w:szCs w:val="26"/>
              </w:rPr>
              <w:t xml:space="preserve"> Олександра Сергіївна</w:t>
            </w:r>
          </w:p>
        </w:tc>
        <w:tc>
          <w:tcPr>
            <w:tcW w:w="1542" w:type="dxa"/>
            <w:vAlign w:val="center"/>
          </w:tcPr>
          <w:p w:rsidR="00A1557F" w:rsidRPr="00DA2A7C" w:rsidRDefault="00017937" w:rsidP="000179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  <w:r w:rsidR="00A1557F">
              <w:rPr>
                <w:sz w:val="26"/>
                <w:szCs w:val="26"/>
              </w:rPr>
              <w:t>,5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557F" w:rsidRPr="00DA2A7C" w:rsidRDefault="00A1557F" w:rsidP="00017937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ЗР-2</w:t>
            </w:r>
            <w:r w:rsidR="00017937">
              <w:rPr>
                <w:sz w:val="26"/>
                <w:szCs w:val="26"/>
              </w:rPr>
              <w:t>4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  <w:tr w:rsidR="00A1557F" w:rsidRPr="001D2666" w:rsidTr="00EB4296">
        <w:trPr>
          <w:trHeight w:val="295"/>
        </w:trPr>
        <w:tc>
          <w:tcPr>
            <w:tcW w:w="600" w:type="dxa"/>
            <w:shd w:val="clear" w:color="auto" w:fill="auto"/>
          </w:tcPr>
          <w:p w:rsidR="00A1557F" w:rsidRPr="001D2666" w:rsidRDefault="00A1557F" w:rsidP="00A1557F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2.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A1557F" w:rsidRPr="00DA2A7C" w:rsidRDefault="00017937" w:rsidP="00A1557F">
            <w:pPr>
              <w:rPr>
                <w:sz w:val="26"/>
                <w:szCs w:val="26"/>
              </w:rPr>
            </w:pPr>
            <w:r w:rsidRPr="00017937">
              <w:rPr>
                <w:sz w:val="26"/>
                <w:szCs w:val="26"/>
              </w:rPr>
              <w:t>Кравець Уляна Ігорівна</w:t>
            </w:r>
          </w:p>
        </w:tc>
        <w:tc>
          <w:tcPr>
            <w:tcW w:w="1542" w:type="dxa"/>
            <w:vAlign w:val="center"/>
          </w:tcPr>
          <w:p w:rsidR="00A1557F" w:rsidRPr="00DA2A7C" w:rsidRDefault="00017937" w:rsidP="00A155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88,83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557F" w:rsidRPr="00DA2A7C" w:rsidRDefault="00017937" w:rsidP="00017937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Ж</w:t>
            </w:r>
            <w:r w:rsidRPr="00DA2A7C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>4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  <w:tr w:rsidR="00A1557F" w:rsidRPr="001D2666" w:rsidTr="00EB4296">
        <w:trPr>
          <w:trHeight w:val="295"/>
        </w:trPr>
        <w:tc>
          <w:tcPr>
            <w:tcW w:w="600" w:type="dxa"/>
            <w:shd w:val="clear" w:color="auto" w:fill="auto"/>
          </w:tcPr>
          <w:p w:rsidR="00A1557F" w:rsidRPr="001D2666" w:rsidRDefault="00A1557F" w:rsidP="00A1557F">
            <w:pPr>
              <w:jc w:val="center"/>
              <w:rPr>
                <w:sz w:val="28"/>
                <w:szCs w:val="28"/>
                <w:lang w:val="en-US"/>
              </w:rPr>
            </w:pPr>
            <w:r w:rsidRPr="001D2666"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A1557F" w:rsidRPr="00DA2A7C" w:rsidRDefault="00017937" w:rsidP="00A1557F">
            <w:pPr>
              <w:rPr>
                <w:sz w:val="26"/>
                <w:szCs w:val="26"/>
              </w:rPr>
            </w:pPr>
            <w:proofErr w:type="spellStart"/>
            <w:r w:rsidRPr="00017937">
              <w:rPr>
                <w:sz w:val="26"/>
                <w:szCs w:val="26"/>
              </w:rPr>
              <w:t>Танченко</w:t>
            </w:r>
            <w:proofErr w:type="spellEnd"/>
            <w:r w:rsidRPr="00017937">
              <w:rPr>
                <w:sz w:val="26"/>
                <w:szCs w:val="26"/>
              </w:rPr>
              <w:t xml:space="preserve"> Аліса Олександрівна</w:t>
            </w:r>
          </w:p>
        </w:tc>
        <w:tc>
          <w:tcPr>
            <w:tcW w:w="1542" w:type="dxa"/>
            <w:vAlign w:val="center"/>
          </w:tcPr>
          <w:p w:rsidR="00A1557F" w:rsidRPr="00DA2A7C" w:rsidRDefault="00017937" w:rsidP="00A155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557F" w:rsidRPr="00DA2A7C" w:rsidRDefault="00017937" w:rsidP="00A1557F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Ж</w:t>
            </w:r>
            <w:r w:rsidRPr="00DA2A7C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>4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</w:tbl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Pr="005A54F2" w:rsidRDefault="00DA2A7C" w:rsidP="001D2666">
      <w:pPr>
        <w:rPr>
          <w:b/>
          <w:sz w:val="28"/>
          <w:szCs w:val="28"/>
          <w:lang w:val="ru-RU"/>
        </w:rPr>
      </w:pPr>
    </w:p>
    <w:p w:rsidR="00680E16" w:rsidRPr="00140675" w:rsidRDefault="00680E16" w:rsidP="0096467A">
      <w:pPr>
        <w:rPr>
          <w:b/>
          <w:sz w:val="28"/>
          <w:szCs w:val="28"/>
          <w:lang w:val="ru-RU"/>
        </w:rPr>
      </w:pPr>
    </w:p>
    <w:p w:rsidR="00680E16" w:rsidRPr="00227D45" w:rsidRDefault="00680E16" w:rsidP="0096467A">
      <w:pPr>
        <w:rPr>
          <w:b/>
          <w:sz w:val="28"/>
          <w:szCs w:val="28"/>
          <w:lang w:val="ru-RU"/>
        </w:rPr>
      </w:pPr>
    </w:p>
    <w:p w:rsidR="00494EA4" w:rsidRDefault="00494EA4"/>
    <w:p w:rsidR="00494EA4" w:rsidRDefault="00494EA4">
      <w:bookmarkStart w:id="0" w:name="_GoBack"/>
      <w:bookmarkEnd w:id="0"/>
    </w:p>
    <w:sectPr w:rsidR="00494EA4" w:rsidSect="001B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467A"/>
    <w:rsid w:val="00017937"/>
    <w:rsid w:val="00083D7F"/>
    <w:rsid w:val="00140675"/>
    <w:rsid w:val="001B7897"/>
    <w:rsid w:val="001D2666"/>
    <w:rsid w:val="00227D45"/>
    <w:rsid w:val="00321E81"/>
    <w:rsid w:val="00485FA8"/>
    <w:rsid w:val="00494EA4"/>
    <w:rsid w:val="00680E16"/>
    <w:rsid w:val="006967B1"/>
    <w:rsid w:val="0096467A"/>
    <w:rsid w:val="00A1557F"/>
    <w:rsid w:val="00A833EE"/>
    <w:rsid w:val="00C61E1D"/>
    <w:rsid w:val="00DA2A7C"/>
    <w:rsid w:val="00F43DC5"/>
    <w:rsid w:val="00F71871"/>
    <w:rsid w:val="00F9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4D380"/>
  <w15:docId w15:val="{82919BC2-0BBD-43DC-8C42-ABF6FFF8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67A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63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2019-07-09T08:17:00Z</dcterms:created>
  <dcterms:modified xsi:type="dcterms:W3CDTF">2025-02-13T11:20:00Z</dcterms:modified>
</cp:coreProperties>
</file>