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246" w:rsidRPr="00AB49BE" w:rsidRDefault="00B92246" w:rsidP="00B92246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B92246" w:rsidRPr="00AB49BE" w:rsidRDefault="00B92246" w:rsidP="00B92246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96467A" w:rsidRPr="00B92246" w:rsidRDefault="0096467A" w:rsidP="0096467A">
      <w:pPr>
        <w:rPr>
          <w:sz w:val="28"/>
          <w:szCs w:val="28"/>
        </w:rPr>
      </w:pPr>
      <w:bookmarkStart w:id="0" w:name="_GoBack"/>
      <w:bookmarkEnd w:id="0"/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C203DE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Pr="005A54F2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542"/>
        <w:gridCol w:w="1701"/>
      </w:tblGrid>
      <w:tr w:rsidR="00C203DE" w:rsidRPr="001D2666" w:rsidTr="0019636A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42" w:type="dxa"/>
            <w:vAlign w:val="center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03DE" w:rsidRPr="001D2666" w:rsidRDefault="00C203DE" w:rsidP="0019636A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C203DE" w:rsidRPr="000C4F0D" w:rsidTr="0019636A">
        <w:trPr>
          <w:trHeight w:val="279"/>
        </w:trPr>
        <w:tc>
          <w:tcPr>
            <w:tcW w:w="600" w:type="dxa"/>
            <w:shd w:val="clear" w:color="auto" w:fill="auto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C203DE" w:rsidRPr="000C4F0D" w:rsidRDefault="00C203DE" w:rsidP="0019636A">
            <w:pPr>
              <w:rPr>
                <w:bCs/>
                <w:sz w:val="26"/>
                <w:szCs w:val="26"/>
                <w:lang w:eastAsia="en-US"/>
              </w:rPr>
            </w:pPr>
            <w:r w:rsidRPr="000C4F0D">
              <w:rPr>
                <w:sz w:val="26"/>
                <w:szCs w:val="26"/>
              </w:rPr>
              <w:t>Пустовіт Ангеліна Тарасівна</w:t>
            </w:r>
          </w:p>
        </w:tc>
        <w:tc>
          <w:tcPr>
            <w:tcW w:w="1542" w:type="dxa"/>
            <w:vAlign w:val="center"/>
          </w:tcPr>
          <w:p w:rsidR="00C203DE" w:rsidRPr="000C4F0D" w:rsidRDefault="00583547" w:rsidP="001963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03DE" w:rsidRPr="000C4F0D" w:rsidRDefault="00C203DE" w:rsidP="0019636A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C203DE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C203DE" w:rsidRPr="000C4F0D" w:rsidRDefault="00C203DE" w:rsidP="0019636A">
            <w:pPr>
              <w:rPr>
                <w:bCs/>
                <w:sz w:val="26"/>
                <w:szCs w:val="26"/>
                <w:lang w:eastAsia="en-US"/>
              </w:rPr>
            </w:pPr>
            <w:r w:rsidRPr="000C4F0D">
              <w:rPr>
                <w:bCs/>
                <w:sz w:val="26"/>
                <w:szCs w:val="26"/>
              </w:rPr>
              <w:t>Литвиненко Софія Яківна</w:t>
            </w:r>
          </w:p>
        </w:tc>
        <w:tc>
          <w:tcPr>
            <w:tcW w:w="1542" w:type="dxa"/>
            <w:vAlign w:val="center"/>
          </w:tcPr>
          <w:p w:rsidR="00C203DE" w:rsidRPr="000C4F0D" w:rsidRDefault="00583547" w:rsidP="001963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C203DE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  <w:lang w:val="en-US"/>
              </w:rPr>
            </w:pPr>
            <w:r w:rsidRPr="001D2666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C203DE" w:rsidRPr="000C4F0D" w:rsidRDefault="00C203DE" w:rsidP="0019636A">
            <w:pPr>
              <w:rPr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Носок Ольга Олексіївна</w:t>
            </w:r>
          </w:p>
        </w:tc>
        <w:tc>
          <w:tcPr>
            <w:tcW w:w="1542" w:type="dxa"/>
            <w:vAlign w:val="center"/>
          </w:tcPr>
          <w:p w:rsidR="00C203DE" w:rsidRPr="000C4F0D" w:rsidRDefault="00583547" w:rsidP="001963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C203DE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C203DE" w:rsidRPr="001D2666" w:rsidRDefault="00C203DE" w:rsidP="0019636A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4.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C203DE" w:rsidRPr="000C4F0D" w:rsidRDefault="001A79E9" w:rsidP="0019636A">
            <w:pPr>
              <w:rPr>
                <w:sz w:val="26"/>
                <w:szCs w:val="26"/>
              </w:rPr>
            </w:pPr>
            <w:proofErr w:type="spellStart"/>
            <w:r w:rsidRPr="000C4F0D">
              <w:rPr>
                <w:bCs/>
                <w:sz w:val="26"/>
                <w:szCs w:val="26"/>
              </w:rPr>
              <w:t>Фесан</w:t>
            </w:r>
            <w:proofErr w:type="spellEnd"/>
            <w:r w:rsidRPr="000C4F0D">
              <w:rPr>
                <w:bCs/>
                <w:sz w:val="26"/>
                <w:szCs w:val="26"/>
              </w:rPr>
              <w:t xml:space="preserve"> Станіслава Сергіївна</w:t>
            </w:r>
          </w:p>
        </w:tc>
        <w:tc>
          <w:tcPr>
            <w:tcW w:w="1542" w:type="dxa"/>
            <w:vAlign w:val="center"/>
          </w:tcPr>
          <w:p w:rsidR="00C203DE" w:rsidRPr="000C4F0D" w:rsidRDefault="00583547" w:rsidP="001963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03DE" w:rsidRPr="001D2666" w:rsidRDefault="001A79E9" w:rsidP="0019636A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1A79E9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1A79E9" w:rsidRPr="001D2666" w:rsidRDefault="001A79E9" w:rsidP="001A79E9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5.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1A79E9" w:rsidRPr="000C4F0D" w:rsidRDefault="001A79E9" w:rsidP="001A79E9">
            <w:pPr>
              <w:rPr>
                <w:bCs/>
                <w:sz w:val="26"/>
                <w:szCs w:val="26"/>
                <w:lang w:eastAsia="en-US"/>
              </w:rPr>
            </w:pPr>
            <w:r w:rsidRPr="000C4F0D">
              <w:rPr>
                <w:bCs/>
                <w:sz w:val="26"/>
                <w:szCs w:val="26"/>
              </w:rPr>
              <w:t>Онищенко Марія Олександрівна</w:t>
            </w:r>
          </w:p>
        </w:tc>
        <w:tc>
          <w:tcPr>
            <w:tcW w:w="1542" w:type="dxa"/>
            <w:vAlign w:val="center"/>
          </w:tcPr>
          <w:p w:rsidR="001A79E9" w:rsidRPr="000C4F0D" w:rsidRDefault="00583547" w:rsidP="001A7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79E9" w:rsidRPr="001D2666" w:rsidRDefault="001A79E9" w:rsidP="001A79E9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1A79E9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1A79E9" w:rsidRPr="001D2666" w:rsidRDefault="001A79E9" w:rsidP="001A79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1A79E9" w:rsidRPr="000C4F0D" w:rsidRDefault="001A79E9" w:rsidP="001A79E9">
            <w:pPr>
              <w:rPr>
                <w:sz w:val="26"/>
                <w:szCs w:val="26"/>
              </w:rPr>
            </w:pPr>
            <w:proofErr w:type="spellStart"/>
            <w:r w:rsidRPr="00285C9C">
              <w:rPr>
                <w:sz w:val="26"/>
                <w:szCs w:val="26"/>
              </w:rPr>
              <w:t>Журідіна</w:t>
            </w:r>
            <w:proofErr w:type="spellEnd"/>
            <w:r w:rsidRPr="00285C9C">
              <w:rPr>
                <w:sz w:val="26"/>
                <w:szCs w:val="26"/>
              </w:rPr>
              <w:t xml:space="preserve"> Софія Віталіївна</w:t>
            </w:r>
          </w:p>
        </w:tc>
        <w:tc>
          <w:tcPr>
            <w:tcW w:w="1542" w:type="dxa"/>
            <w:vAlign w:val="center"/>
          </w:tcPr>
          <w:p w:rsidR="001A79E9" w:rsidRPr="000C4F0D" w:rsidRDefault="00583547" w:rsidP="001A7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79E9" w:rsidRPr="001D2666" w:rsidRDefault="00A55391" w:rsidP="001A79E9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1A79E9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1A79E9" w:rsidRPr="001D2666" w:rsidRDefault="001A79E9" w:rsidP="001A79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1A79E9" w:rsidRPr="000C4F0D" w:rsidRDefault="006A1C39" w:rsidP="001A79E9">
            <w:pPr>
              <w:rPr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Рибка Яна Анатоліївна</w:t>
            </w:r>
          </w:p>
        </w:tc>
        <w:tc>
          <w:tcPr>
            <w:tcW w:w="1542" w:type="dxa"/>
            <w:vAlign w:val="center"/>
          </w:tcPr>
          <w:p w:rsidR="001A79E9" w:rsidRPr="000C4F0D" w:rsidRDefault="00583547" w:rsidP="001A7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79E9" w:rsidRPr="001D2666" w:rsidRDefault="006A1C39" w:rsidP="001A79E9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1A79E9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1A79E9" w:rsidRPr="001D2666" w:rsidRDefault="001A79E9" w:rsidP="001A79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1A79E9" w:rsidRPr="000C4F0D" w:rsidRDefault="00D826BD" w:rsidP="001A79E9">
            <w:pPr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Сова Аліна Сергіївна</w:t>
            </w:r>
          </w:p>
        </w:tc>
        <w:tc>
          <w:tcPr>
            <w:tcW w:w="1542" w:type="dxa"/>
            <w:vAlign w:val="center"/>
          </w:tcPr>
          <w:p w:rsidR="001A79E9" w:rsidRPr="000C4F0D" w:rsidRDefault="002554AE" w:rsidP="001A7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79E9" w:rsidRPr="001D2666" w:rsidRDefault="00D826BD" w:rsidP="001A79E9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D826BD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D826BD" w:rsidRPr="001D2666" w:rsidRDefault="00D826BD" w:rsidP="00D826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D826BD" w:rsidRPr="000C4F0D" w:rsidRDefault="00D826BD" w:rsidP="00D826B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Федоренко </w:t>
            </w:r>
            <w:proofErr w:type="spellStart"/>
            <w:r>
              <w:rPr>
                <w:sz w:val="26"/>
                <w:szCs w:val="26"/>
              </w:rPr>
              <w:t>София</w:t>
            </w:r>
            <w:proofErr w:type="spellEnd"/>
            <w:r>
              <w:rPr>
                <w:sz w:val="26"/>
                <w:szCs w:val="26"/>
              </w:rPr>
              <w:t xml:space="preserve"> Сергіївна</w:t>
            </w:r>
          </w:p>
        </w:tc>
        <w:tc>
          <w:tcPr>
            <w:tcW w:w="1542" w:type="dxa"/>
            <w:vAlign w:val="center"/>
          </w:tcPr>
          <w:p w:rsidR="00D826BD" w:rsidRPr="000C4F0D" w:rsidRDefault="002554AE" w:rsidP="00D826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26BD" w:rsidRPr="001D2666" w:rsidRDefault="00D826BD" w:rsidP="00D826BD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0E14A5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0E14A5" w:rsidRPr="001D2666" w:rsidRDefault="000E14A5" w:rsidP="000E14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14A5" w:rsidRPr="000C4F0D" w:rsidRDefault="000E14A5" w:rsidP="000E14A5">
            <w:pPr>
              <w:rPr>
                <w:sz w:val="26"/>
                <w:szCs w:val="26"/>
              </w:rPr>
            </w:pPr>
            <w:proofErr w:type="spellStart"/>
            <w:r w:rsidRPr="000C4F0D">
              <w:rPr>
                <w:sz w:val="26"/>
                <w:szCs w:val="26"/>
              </w:rPr>
              <w:t>Левінкова</w:t>
            </w:r>
            <w:proofErr w:type="spellEnd"/>
            <w:r w:rsidRPr="000C4F0D">
              <w:rPr>
                <w:sz w:val="26"/>
                <w:szCs w:val="26"/>
              </w:rPr>
              <w:t xml:space="preserve"> Валерія Вікторівна</w:t>
            </w:r>
          </w:p>
        </w:tc>
        <w:tc>
          <w:tcPr>
            <w:tcW w:w="1542" w:type="dxa"/>
            <w:vAlign w:val="center"/>
          </w:tcPr>
          <w:p w:rsidR="000E14A5" w:rsidRPr="000C4F0D" w:rsidRDefault="008B65F1" w:rsidP="000E14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14A5" w:rsidRPr="001D2666" w:rsidRDefault="000E14A5" w:rsidP="000E14A5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0E14A5" w:rsidRPr="001D2666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0E14A5" w:rsidRDefault="000E14A5" w:rsidP="000E14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E14A5" w:rsidRPr="000C4F0D" w:rsidRDefault="000E14A5" w:rsidP="000E14A5">
            <w:pPr>
              <w:rPr>
                <w:bCs/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Шилов Гліб Сергійович</w:t>
            </w:r>
          </w:p>
        </w:tc>
        <w:tc>
          <w:tcPr>
            <w:tcW w:w="1542" w:type="dxa"/>
            <w:vAlign w:val="center"/>
          </w:tcPr>
          <w:p w:rsidR="000E14A5" w:rsidRPr="000C4F0D" w:rsidRDefault="008B65F1" w:rsidP="000E14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14A5" w:rsidRPr="001D2666" w:rsidRDefault="000E14A5" w:rsidP="000E14A5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E25A9" w:rsidRPr="000C4F0D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6E25A9" w:rsidRDefault="006E25A9" w:rsidP="006E25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E25A9" w:rsidRPr="000C4F0D" w:rsidRDefault="006E25A9" w:rsidP="006E25A9">
            <w:pPr>
              <w:rPr>
                <w:bCs/>
                <w:sz w:val="26"/>
                <w:szCs w:val="26"/>
              </w:rPr>
            </w:pPr>
            <w:proofErr w:type="spellStart"/>
            <w:r w:rsidRPr="000C4F0D">
              <w:rPr>
                <w:bCs/>
                <w:sz w:val="26"/>
                <w:szCs w:val="26"/>
              </w:rPr>
              <w:t>Онопко</w:t>
            </w:r>
            <w:proofErr w:type="spellEnd"/>
            <w:r w:rsidRPr="000C4F0D">
              <w:rPr>
                <w:bCs/>
                <w:sz w:val="26"/>
                <w:szCs w:val="26"/>
              </w:rPr>
              <w:t xml:space="preserve"> Софія Миколаївна</w:t>
            </w:r>
          </w:p>
        </w:tc>
        <w:tc>
          <w:tcPr>
            <w:tcW w:w="1542" w:type="dxa"/>
            <w:vAlign w:val="center"/>
          </w:tcPr>
          <w:p w:rsidR="006E25A9" w:rsidRDefault="008B65F1" w:rsidP="006E25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25A9" w:rsidRPr="000C4F0D" w:rsidRDefault="006E25A9" w:rsidP="006E25A9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6E25A9" w:rsidRPr="000C4F0D" w:rsidTr="0019636A">
        <w:trPr>
          <w:trHeight w:val="295"/>
        </w:trPr>
        <w:tc>
          <w:tcPr>
            <w:tcW w:w="600" w:type="dxa"/>
            <w:shd w:val="clear" w:color="auto" w:fill="auto"/>
          </w:tcPr>
          <w:p w:rsidR="006E25A9" w:rsidRDefault="006E25A9" w:rsidP="006E25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E25A9" w:rsidRPr="000C4F0D" w:rsidRDefault="006E25A9" w:rsidP="006E25A9">
            <w:pPr>
              <w:rPr>
                <w:bCs/>
                <w:sz w:val="26"/>
                <w:szCs w:val="26"/>
              </w:rPr>
            </w:pPr>
            <w:proofErr w:type="spellStart"/>
            <w:r w:rsidRPr="00285C9C">
              <w:rPr>
                <w:bCs/>
                <w:sz w:val="26"/>
                <w:szCs w:val="26"/>
              </w:rPr>
              <w:t>Лобза</w:t>
            </w:r>
            <w:proofErr w:type="spellEnd"/>
            <w:r w:rsidRPr="00285C9C">
              <w:rPr>
                <w:bCs/>
                <w:sz w:val="26"/>
                <w:szCs w:val="26"/>
              </w:rPr>
              <w:t xml:space="preserve"> Анастасія Федорівна</w:t>
            </w:r>
          </w:p>
        </w:tc>
        <w:tc>
          <w:tcPr>
            <w:tcW w:w="1542" w:type="dxa"/>
            <w:vAlign w:val="center"/>
          </w:tcPr>
          <w:p w:rsidR="006E25A9" w:rsidRDefault="008B65F1" w:rsidP="006E25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25A9" w:rsidRPr="000C4F0D" w:rsidRDefault="006E25A9" w:rsidP="006E25A9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</w:tbl>
    <w:p w:rsidR="00680E16" w:rsidRDefault="00680E16" w:rsidP="0096467A">
      <w:pPr>
        <w:rPr>
          <w:b/>
          <w:sz w:val="28"/>
          <w:szCs w:val="28"/>
          <w:lang w:val="ru-RU"/>
        </w:rPr>
      </w:pPr>
    </w:p>
    <w:p w:rsidR="00C203DE" w:rsidRDefault="00C203DE" w:rsidP="0096467A">
      <w:pPr>
        <w:rPr>
          <w:b/>
          <w:sz w:val="28"/>
          <w:szCs w:val="28"/>
          <w:lang w:val="ru-RU"/>
        </w:rPr>
      </w:pPr>
    </w:p>
    <w:p w:rsidR="00C203DE" w:rsidRPr="00227D45" w:rsidRDefault="00C203DE" w:rsidP="0096467A">
      <w:pPr>
        <w:rPr>
          <w:b/>
          <w:sz w:val="28"/>
          <w:szCs w:val="28"/>
          <w:lang w:val="ru-RU"/>
        </w:rPr>
      </w:pPr>
    </w:p>
    <w:p w:rsidR="0096467A" w:rsidRDefault="0096467A"/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83D7F"/>
    <w:rsid w:val="000C4F0D"/>
    <w:rsid w:val="000E14A5"/>
    <w:rsid w:val="00140675"/>
    <w:rsid w:val="001A79E9"/>
    <w:rsid w:val="001B7897"/>
    <w:rsid w:val="001D2666"/>
    <w:rsid w:val="00227D45"/>
    <w:rsid w:val="002554AE"/>
    <w:rsid w:val="00285C9C"/>
    <w:rsid w:val="00321E81"/>
    <w:rsid w:val="00417F85"/>
    <w:rsid w:val="00485FA8"/>
    <w:rsid w:val="00494EA4"/>
    <w:rsid w:val="00583547"/>
    <w:rsid w:val="00657620"/>
    <w:rsid w:val="00680E16"/>
    <w:rsid w:val="006967B1"/>
    <w:rsid w:val="006A1C39"/>
    <w:rsid w:val="006E25A9"/>
    <w:rsid w:val="007F7BF4"/>
    <w:rsid w:val="00883BF1"/>
    <w:rsid w:val="008B65F1"/>
    <w:rsid w:val="009562FC"/>
    <w:rsid w:val="0096467A"/>
    <w:rsid w:val="00A55391"/>
    <w:rsid w:val="00A833EE"/>
    <w:rsid w:val="00AE1267"/>
    <w:rsid w:val="00B92246"/>
    <w:rsid w:val="00BF2FBE"/>
    <w:rsid w:val="00C203DE"/>
    <w:rsid w:val="00D826BD"/>
    <w:rsid w:val="00EE6451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DE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102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2019-07-09T08:17:00Z</dcterms:created>
  <dcterms:modified xsi:type="dcterms:W3CDTF">2026-02-20T09:04:00Z</dcterms:modified>
</cp:coreProperties>
</file>