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BC6" w:rsidRPr="00AB49BE" w:rsidRDefault="009D0BC6" w:rsidP="009D0BC6">
      <w:pPr>
        <w:jc w:val="center"/>
        <w:rPr>
          <w:sz w:val="32"/>
          <w:szCs w:val="32"/>
        </w:rPr>
      </w:pPr>
      <w:r w:rsidRPr="00AB49BE">
        <w:rPr>
          <w:sz w:val="32"/>
          <w:szCs w:val="32"/>
        </w:rPr>
        <w:t>Реєстр</w:t>
      </w:r>
    </w:p>
    <w:p w:rsidR="009D0BC6" w:rsidRPr="00AB49BE" w:rsidRDefault="009D0BC6" w:rsidP="009D0BC6">
      <w:pPr>
        <w:jc w:val="center"/>
        <w:rPr>
          <w:i/>
          <w:sz w:val="32"/>
          <w:szCs w:val="32"/>
        </w:rPr>
      </w:pPr>
      <w:r w:rsidRPr="00AB49BE">
        <w:rPr>
          <w:sz w:val="32"/>
          <w:szCs w:val="32"/>
        </w:rPr>
        <w:t xml:space="preserve">студентів </w:t>
      </w:r>
      <w:r w:rsidRPr="00AB49BE">
        <w:rPr>
          <w:sz w:val="32"/>
          <w:szCs w:val="32"/>
          <w:lang w:val="ru-RU"/>
        </w:rPr>
        <w:t xml:space="preserve">факультету систем </w:t>
      </w:r>
      <w:r w:rsidRPr="00AB49BE">
        <w:rPr>
          <w:sz w:val="32"/>
          <w:szCs w:val="32"/>
        </w:rPr>
        <w:t xml:space="preserve">і засобів масової комунікації за результатами семестрового контролю І семестру 2025- 2026 </w:t>
      </w:r>
      <w:proofErr w:type="spellStart"/>
      <w:r w:rsidRPr="00AB49BE">
        <w:rPr>
          <w:sz w:val="32"/>
          <w:szCs w:val="32"/>
        </w:rPr>
        <w:t>н.р</w:t>
      </w:r>
      <w:proofErr w:type="spellEnd"/>
      <w:r w:rsidRPr="00AB49BE">
        <w:rPr>
          <w:sz w:val="32"/>
          <w:szCs w:val="32"/>
        </w:rPr>
        <w:t>.</w:t>
      </w:r>
    </w:p>
    <w:p w:rsidR="0096467A" w:rsidRPr="009D0BC6" w:rsidRDefault="0096467A" w:rsidP="0096467A">
      <w:pPr>
        <w:rPr>
          <w:sz w:val="28"/>
          <w:szCs w:val="28"/>
        </w:rPr>
      </w:pPr>
      <w:bookmarkStart w:id="0" w:name="_GoBack"/>
      <w:bookmarkEnd w:id="0"/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6E09CB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34381A" w:rsidRDefault="0034381A" w:rsidP="001D2666">
      <w:pPr>
        <w:rPr>
          <w:b/>
          <w:sz w:val="28"/>
          <w:szCs w:val="28"/>
          <w:lang w:val="ru-RU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967"/>
        <w:gridCol w:w="1701"/>
      </w:tblGrid>
      <w:tr w:rsidR="0066630F" w:rsidRPr="001D2666" w:rsidTr="0066630F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66630F" w:rsidRPr="001D2666" w:rsidRDefault="0066630F" w:rsidP="005C1C38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66630F" w:rsidRPr="001D2666" w:rsidRDefault="0066630F" w:rsidP="005C1C38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967" w:type="dxa"/>
            <w:vAlign w:val="center"/>
          </w:tcPr>
          <w:p w:rsidR="0066630F" w:rsidRPr="001D2666" w:rsidRDefault="0066630F" w:rsidP="005C1C38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630F" w:rsidRPr="001D2666" w:rsidRDefault="0066630F" w:rsidP="005C1C38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66630F" w:rsidRPr="00DA2A7C" w:rsidTr="0066630F">
        <w:trPr>
          <w:trHeight w:val="279"/>
        </w:trPr>
        <w:tc>
          <w:tcPr>
            <w:tcW w:w="600" w:type="dxa"/>
            <w:shd w:val="clear" w:color="auto" w:fill="auto"/>
          </w:tcPr>
          <w:p w:rsidR="0066630F" w:rsidRPr="004108A0" w:rsidRDefault="0066630F" w:rsidP="006663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6630F" w:rsidRPr="00DA2A7C" w:rsidRDefault="0066630F" w:rsidP="006663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Маслова Дар</w:t>
            </w:r>
            <w:r>
              <w:rPr>
                <w:sz w:val="26"/>
                <w:szCs w:val="26"/>
                <w:lang w:val="en-US"/>
              </w:rPr>
              <w:t>`</w:t>
            </w:r>
            <w:r>
              <w:rPr>
                <w:sz w:val="26"/>
                <w:szCs w:val="26"/>
              </w:rPr>
              <w:t>я Олексіївна</w:t>
            </w:r>
          </w:p>
        </w:tc>
        <w:tc>
          <w:tcPr>
            <w:tcW w:w="1967" w:type="dxa"/>
            <w:vAlign w:val="center"/>
          </w:tcPr>
          <w:p w:rsidR="0066630F" w:rsidRDefault="00685344" w:rsidP="006663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90,59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630F" w:rsidRPr="00DA2A7C" w:rsidRDefault="0066630F" w:rsidP="0066630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66630F" w:rsidRPr="00DA2A7C" w:rsidTr="0066630F">
        <w:trPr>
          <w:trHeight w:val="279"/>
        </w:trPr>
        <w:tc>
          <w:tcPr>
            <w:tcW w:w="600" w:type="dxa"/>
            <w:shd w:val="clear" w:color="auto" w:fill="auto"/>
          </w:tcPr>
          <w:p w:rsidR="0066630F" w:rsidRPr="001D2666" w:rsidRDefault="0066630F" w:rsidP="006663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6630F" w:rsidRPr="00DA2A7C" w:rsidRDefault="00C425F6" w:rsidP="0066630F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Горбенко</w:t>
            </w:r>
            <w:proofErr w:type="spellEnd"/>
            <w:r w:rsidRPr="00DA2A7C">
              <w:rPr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1967" w:type="dxa"/>
            <w:vAlign w:val="center"/>
          </w:tcPr>
          <w:p w:rsidR="0066630F" w:rsidRPr="00DA2A7C" w:rsidRDefault="00685344" w:rsidP="006663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630F" w:rsidRPr="00DA2A7C" w:rsidRDefault="00C425F6" w:rsidP="0066630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66630F" w:rsidRPr="00DA2A7C" w:rsidTr="0066630F">
        <w:trPr>
          <w:trHeight w:val="279"/>
        </w:trPr>
        <w:tc>
          <w:tcPr>
            <w:tcW w:w="600" w:type="dxa"/>
            <w:shd w:val="clear" w:color="auto" w:fill="auto"/>
          </w:tcPr>
          <w:p w:rsidR="0066630F" w:rsidRPr="0034381A" w:rsidRDefault="0066630F" w:rsidP="006663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6630F" w:rsidRPr="0034381A" w:rsidRDefault="00C425F6" w:rsidP="0066630F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Гребенюк Лілія Романівна</w:t>
            </w:r>
          </w:p>
        </w:tc>
        <w:tc>
          <w:tcPr>
            <w:tcW w:w="1967" w:type="dxa"/>
            <w:vAlign w:val="center"/>
          </w:tcPr>
          <w:p w:rsidR="0066630F" w:rsidRDefault="00685344" w:rsidP="006663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630F" w:rsidRPr="00DA2A7C" w:rsidRDefault="00C425F6" w:rsidP="0066630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66630F" w:rsidRPr="00DA2A7C" w:rsidTr="0066630F">
        <w:trPr>
          <w:trHeight w:val="279"/>
        </w:trPr>
        <w:tc>
          <w:tcPr>
            <w:tcW w:w="600" w:type="dxa"/>
            <w:shd w:val="clear" w:color="auto" w:fill="auto"/>
          </w:tcPr>
          <w:p w:rsidR="0066630F" w:rsidRDefault="0066630F" w:rsidP="006663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6630F" w:rsidRDefault="0065481A" w:rsidP="0066630F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Новікова Дар`я Владиславівна</w:t>
            </w:r>
          </w:p>
        </w:tc>
        <w:tc>
          <w:tcPr>
            <w:tcW w:w="1967" w:type="dxa"/>
            <w:vAlign w:val="center"/>
          </w:tcPr>
          <w:p w:rsidR="0066630F" w:rsidRDefault="00685344" w:rsidP="006663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630F" w:rsidRPr="00DA2A7C" w:rsidRDefault="0065481A" w:rsidP="0066630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66630F" w:rsidRPr="00DA2A7C" w:rsidTr="0066630F">
        <w:trPr>
          <w:trHeight w:val="295"/>
        </w:trPr>
        <w:tc>
          <w:tcPr>
            <w:tcW w:w="600" w:type="dxa"/>
            <w:shd w:val="clear" w:color="auto" w:fill="auto"/>
          </w:tcPr>
          <w:p w:rsidR="0066630F" w:rsidRPr="001D2666" w:rsidRDefault="0066630F" w:rsidP="006663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6630F" w:rsidRPr="00DA2A7C" w:rsidRDefault="0065481A" w:rsidP="0066630F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Ярова Катерина Вікторівна</w:t>
            </w:r>
          </w:p>
        </w:tc>
        <w:tc>
          <w:tcPr>
            <w:tcW w:w="1967" w:type="dxa"/>
            <w:vAlign w:val="center"/>
          </w:tcPr>
          <w:p w:rsidR="0066630F" w:rsidRPr="00DA2A7C" w:rsidRDefault="00685344" w:rsidP="006663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630F" w:rsidRPr="00DA2A7C" w:rsidRDefault="0065481A" w:rsidP="0066630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66630F" w:rsidRPr="00DA2A7C" w:rsidTr="0066630F">
        <w:trPr>
          <w:trHeight w:val="295"/>
        </w:trPr>
        <w:tc>
          <w:tcPr>
            <w:tcW w:w="600" w:type="dxa"/>
            <w:shd w:val="clear" w:color="auto" w:fill="auto"/>
          </w:tcPr>
          <w:p w:rsidR="0066630F" w:rsidRPr="001D2666" w:rsidRDefault="0066630F" w:rsidP="006663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6630F" w:rsidRPr="00DA2A7C" w:rsidRDefault="0065481A" w:rsidP="0066630F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Зосименко Марія Олексіївна</w:t>
            </w:r>
          </w:p>
        </w:tc>
        <w:tc>
          <w:tcPr>
            <w:tcW w:w="1967" w:type="dxa"/>
            <w:vAlign w:val="center"/>
          </w:tcPr>
          <w:p w:rsidR="0066630F" w:rsidRPr="00DA2A7C" w:rsidRDefault="00685344" w:rsidP="00685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630F" w:rsidRPr="00DA2A7C" w:rsidRDefault="0065481A" w:rsidP="0066630F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65481A" w:rsidRPr="00DA2A7C" w:rsidTr="0066630F">
        <w:trPr>
          <w:trHeight w:val="295"/>
        </w:trPr>
        <w:tc>
          <w:tcPr>
            <w:tcW w:w="600" w:type="dxa"/>
            <w:shd w:val="clear" w:color="auto" w:fill="auto"/>
          </w:tcPr>
          <w:p w:rsidR="0065481A" w:rsidRPr="001D2666" w:rsidRDefault="0065481A" w:rsidP="006548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481A" w:rsidRPr="00DA2A7C" w:rsidRDefault="0065481A" w:rsidP="0065481A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Осіпова</w:t>
            </w:r>
            <w:proofErr w:type="spellEnd"/>
            <w:r w:rsidRPr="00DA2A7C">
              <w:rPr>
                <w:sz w:val="26"/>
                <w:szCs w:val="26"/>
              </w:rPr>
              <w:t xml:space="preserve"> Катерина Сергіївна</w:t>
            </w:r>
          </w:p>
        </w:tc>
        <w:tc>
          <w:tcPr>
            <w:tcW w:w="1967" w:type="dxa"/>
            <w:vAlign w:val="center"/>
          </w:tcPr>
          <w:p w:rsidR="0065481A" w:rsidRPr="00DA2A7C" w:rsidRDefault="007C1A7B" w:rsidP="00654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481A" w:rsidRPr="00DA2A7C" w:rsidRDefault="0065481A" w:rsidP="00654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65481A" w:rsidRPr="00DA2A7C" w:rsidTr="0066630F">
        <w:trPr>
          <w:trHeight w:val="295"/>
        </w:trPr>
        <w:tc>
          <w:tcPr>
            <w:tcW w:w="600" w:type="dxa"/>
            <w:shd w:val="clear" w:color="auto" w:fill="auto"/>
          </w:tcPr>
          <w:p w:rsidR="0065481A" w:rsidRPr="001D2666" w:rsidRDefault="0065481A" w:rsidP="006548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481A" w:rsidRPr="00DA2A7C" w:rsidRDefault="0065481A" w:rsidP="0065481A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Телушко</w:t>
            </w:r>
            <w:proofErr w:type="spellEnd"/>
            <w:r w:rsidRPr="00DA2A7C">
              <w:rPr>
                <w:sz w:val="26"/>
                <w:szCs w:val="26"/>
              </w:rPr>
              <w:t xml:space="preserve"> Вікторія Олександрівна</w:t>
            </w:r>
          </w:p>
        </w:tc>
        <w:tc>
          <w:tcPr>
            <w:tcW w:w="1967" w:type="dxa"/>
            <w:vAlign w:val="center"/>
          </w:tcPr>
          <w:p w:rsidR="0065481A" w:rsidRPr="00DA2A7C" w:rsidRDefault="007C1A7B" w:rsidP="00654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481A" w:rsidRPr="00DA2A7C" w:rsidRDefault="0065481A" w:rsidP="00654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65481A" w:rsidRPr="00DA2A7C" w:rsidTr="0066630F">
        <w:trPr>
          <w:trHeight w:val="295"/>
        </w:trPr>
        <w:tc>
          <w:tcPr>
            <w:tcW w:w="600" w:type="dxa"/>
            <w:shd w:val="clear" w:color="auto" w:fill="auto"/>
          </w:tcPr>
          <w:p w:rsidR="0065481A" w:rsidRDefault="0065481A" w:rsidP="006548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481A" w:rsidRPr="00DA2A7C" w:rsidRDefault="0065481A" w:rsidP="006548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Акопян Ілона Арменівна</w:t>
            </w:r>
          </w:p>
        </w:tc>
        <w:tc>
          <w:tcPr>
            <w:tcW w:w="1967" w:type="dxa"/>
            <w:vAlign w:val="center"/>
          </w:tcPr>
          <w:p w:rsidR="0065481A" w:rsidRPr="00DA2A7C" w:rsidRDefault="007C1A7B" w:rsidP="00654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481A" w:rsidRPr="00DA2A7C" w:rsidRDefault="0065481A" w:rsidP="00654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65481A" w:rsidRPr="00DA2A7C" w:rsidTr="0066630F">
        <w:trPr>
          <w:trHeight w:val="295"/>
        </w:trPr>
        <w:tc>
          <w:tcPr>
            <w:tcW w:w="600" w:type="dxa"/>
            <w:shd w:val="clear" w:color="auto" w:fill="auto"/>
          </w:tcPr>
          <w:p w:rsidR="0065481A" w:rsidRDefault="0065481A" w:rsidP="006548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65481A" w:rsidRPr="00DA2A7C" w:rsidRDefault="0065481A" w:rsidP="0065481A">
            <w:pPr>
              <w:rPr>
                <w:sz w:val="26"/>
                <w:szCs w:val="26"/>
              </w:rPr>
            </w:pPr>
            <w:r w:rsidRPr="00D103FB">
              <w:rPr>
                <w:sz w:val="26"/>
                <w:szCs w:val="26"/>
              </w:rPr>
              <w:t>Лобанова Вікторія Станіславівна</w:t>
            </w:r>
          </w:p>
        </w:tc>
        <w:tc>
          <w:tcPr>
            <w:tcW w:w="1967" w:type="dxa"/>
            <w:vAlign w:val="center"/>
          </w:tcPr>
          <w:p w:rsidR="0065481A" w:rsidRDefault="007C1A7B" w:rsidP="00654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481A" w:rsidRPr="00DA2A7C" w:rsidRDefault="0065481A" w:rsidP="00654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</w:tbl>
    <w:p w:rsidR="0066630F" w:rsidRDefault="0066630F" w:rsidP="001D2666">
      <w:pPr>
        <w:rPr>
          <w:b/>
          <w:sz w:val="28"/>
          <w:szCs w:val="28"/>
          <w:lang w:val="ru-RU"/>
        </w:rPr>
      </w:pPr>
    </w:p>
    <w:p w:rsidR="0066630F" w:rsidRDefault="0066630F" w:rsidP="001D2666">
      <w:pPr>
        <w:rPr>
          <w:b/>
          <w:sz w:val="28"/>
          <w:szCs w:val="28"/>
          <w:lang w:val="ru-RU"/>
        </w:rPr>
      </w:pPr>
    </w:p>
    <w:p w:rsidR="0066630F" w:rsidRDefault="0066630F" w:rsidP="001D2666">
      <w:pPr>
        <w:rPr>
          <w:b/>
          <w:sz w:val="28"/>
          <w:szCs w:val="28"/>
          <w:lang w:val="ru-RU"/>
        </w:rPr>
      </w:pPr>
    </w:p>
    <w:p w:rsidR="0034381A" w:rsidRDefault="0034381A" w:rsidP="001D2666">
      <w:pPr>
        <w:rPr>
          <w:b/>
          <w:sz w:val="28"/>
          <w:szCs w:val="28"/>
          <w:lang w:val="ru-RU"/>
        </w:rPr>
      </w:pPr>
    </w:p>
    <w:p w:rsidR="0034381A" w:rsidRDefault="0034381A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103FB" w:rsidRDefault="00D103FB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Pr="005A54F2" w:rsidRDefault="00DA2A7C" w:rsidP="001D2666">
      <w:pPr>
        <w:rPr>
          <w:b/>
          <w:sz w:val="28"/>
          <w:szCs w:val="28"/>
          <w:lang w:val="ru-RU"/>
        </w:rPr>
      </w:pP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83D7F"/>
    <w:rsid w:val="00140675"/>
    <w:rsid w:val="001B7897"/>
    <w:rsid w:val="001D2666"/>
    <w:rsid w:val="00227D45"/>
    <w:rsid w:val="00321E81"/>
    <w:rsid w:val="0034381A"/>
    <w:rsid w:val="004108A0"/>
    <w:rsid w:val="00485FA8"/>
    <w:rsid w:val="00494EA4"/>
    <w:rsid w:val="0065481A"/>
    <w:rsid w:val="0066630F"/>
    <w:rsid w:val="00680E16"/>
    <w:rsid w:val="00685344"/>
    <w:rsid w:val="006967B1"/>
    <w:rsid w:val="006E09CB"/>
    <w:rsid w:val="007C1A7B"/>
    <w:rsid w:val="0096467A"/>
    <w:rsid w:val="009D0BC6"/>
    <w:rsid w:val="00A1557F"/>
    <w:rsid w:val="00A833EE"/>
    <w:rsid w:val="00BB787C"/>
    <w:rsid w:val="00C425F6"/>
    <w:rsid w:val="00C61E1D"/>
    <w:rsid w:val="00D103FB"/>
    <w:rsid w:val="00DA2A7C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30F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87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2019-07-09T08:17:00Z</dcterms:created>
  <dcterms:modified xsi:type="dcterms:W3CDTF">2026-02-20T09:09:00Z</dcterms:modified>
</cp:coreProperties>
</file>